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4D" w:rsidRPr="00F47423" w:rsidRDefault="00CE354D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E</w:t>
      </w:r>
      <w:r w:rsidRPr="00F47423">
        <w:rPr>
          <w:rFonts w:ascii="Arial Narrow" w:hAnsi="Arial Narrow"/>
          <w:b/>
          <w:sz w:val="32"/>
          <w:szCs w:val="32"/>
        </w:rPr>
        <w:t>fter första läsningen</w:t>
      </w:r>
      <w:r>
        <w:rPr>
          <w:rFonts w:ascii="Arial Narrow" w:hAnsi="Arial Narrow"/>
          <w:b/>
          <w:sz w:val="32"/>
          <w:szCs w:val="32"/>
        </w:rPr>
        <w:t xml:space="preserve"> – sidorna ___________</w:t>
      </w:r>
    </w:p>
    <w:p w:rsidR="00CE354D" w:rsidRPr="00F47423" w:rsidRDefault="00CE354D" w:rsidP="0028302E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:rsidR="00CE354D" w:rsidRPr="00F47423" w:rsidRDefault="00CE354D" w:rsidP="00F47423">
      <w:pPr>
        <w:pStyle w:val="ListParagraph"/>
        <w:rPr>
          <w:rFonts w:ascii="Arial Narrow" w:hAnsi="Arial Narrow"/>
          <w:sz w:val="24"/>
          <w:szCs w:val="24"/>
        </w:rPr>
      </w:pPr>
    </w:p>
    <w:p w:rsidR="00CE354D" w:rsidRPr="00F47423" w:rsidRDefault="00CE354D" w:rsidP="0028302E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Fundera på:</w:t>
      </w:r>
    </w:p>
    <w:p w:rsidR="00CE354D" w:rsidRPr="00F47423" w:rsidRDefault="00CE354D" w:rsidP="0028302E">
      <w:pPr>
        <w:pStyle w:val="ListParagraph"/>
        <w:rPr>
          <w:rFonts w:ascii="Arial Narrow" w:hAnsi="Arial Narrow"/>
          <w:sz w:val="24"/>
          <w:szCs w:val="24"/>
        </w:rPr>
      </w:pPr>
    </w:p>
    <w:p w:rsidR="00CE354D" w:rsidRPr="00F47423" w:rsidRDefault="00CE354D" w:rsidP="0028302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47423">
        <w:rPr>
          <w:sz w:val="24"/>
          <w:szCs w:val="24"/>
        </w:rPr>
        <w:t>Vad tycker du om författarens språk? Tycker du att det är lättläst eller svårläst?</w:t>
      </w:r>
    </w:p>
    <w:p w:rsidR="00CE354D" w:rsidRPr="00F47423" w:rsidRDefault="00CE354D" w:rsidP="0028302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47423">
        <w:rPr>
          <w:sz w:val="24"/>
          <w:szCs w:val="24"/>
        </w:rPr>
        <w:t>Vem är berättaren i boken? Är berättaren med i berättelsen?</w:t>
      </w:r>
    </w:p>
    <w:p w:rsidR="00CE354D" w:rsidRPr="00F47423" w:rsidRDefault="00CE354D" w:rsidP="0028302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47423">
        <w:rPr>
          <w:sz w:val="24"/>
          <w:szCs w:val="24"/>
        </w:rPr>
        <w:t>Vad heter huvudpersonerna? Hur ser de ut? Hur gamla är de? Vad har de för egenskaper?</w:t>
      </w:r>
    </w:p>
    <w:p w:rsidR="00CE354D" w:rsidRPr="00F47423" w:rsidRDefault="00CE354D" w:rsidP="00F47423">
      <w:pPr>
        <w:pStyle w:val="ListParagraph"/>
        <w:ind w:left="360"/>
        <w:rPr>
          <w:rFonts w:ascii="Arial Narrow" w:hAnsi="Arial Narrow"/>
          <w:sz w:val="24"/>
          <w:szCs w:val="24"/>
        </w:rPr>
      </w:pPr>
    </w:p>
    <w:p w:rsidR="00CE354D" w:rsidRPr="00F47423" w:rsidRDefault="00CE354D" w:rsidP="00F4742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Välj en av följande frågor:</w:t>
      </w:r>
    </w:p>
    <w:p w:rsidR="00CE354D" w:rsidRPr="00F47423" w:rsidRDefault="00CE354D" w:rsidP="00F47423">
      <w:pPr>
        <w:pStyle w:val="ListParagraph"/>
        <w:ind w:left="360"/>
        <w:rPr>
          <w:rFonts w:ascii="Arial Narrow" w:hAnsi="Arial Narrow"/>
          <w:sz w:val="24"/>
          <w:szCs w:val="24"/>
        </w:rPr>
      </w:pPr>
    </w:p>
    <w:p w:rsidR="00CE354D" w:rsidRPr="00F47423" w:rsidRDefault="00CE354D" w:rsidP="00F4742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47423">
        <w:rPr>
          <w:sz w:val="24"/>
          <w:szCs w:val="24"/>
        </w:rPr>
        <w:t>Välj ut två personer i boken och beskriv deras utseende så utförligt som möjligt! Tänk dig sedan att du är en person i en bok. Hur skulle du beskriva ditt eget utseende?</w:t>
      </w:r>
    </w:p>
    <w:p w:rsidR="00CE354D" w:rsidRPr="00F47423" w:rsidRDefault="00CE354D" w:rsidP="00F4742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47423">
        <w:rPr>
          <w:sz w:val="24"/>
          <w:szCs w:val="24"/>
        </w:rPr>
        <w:t>Om du fick vara en utav huvudpersonerna i boken, vem skulle du då vilja vara? Varför skulle du vilja vara just den personen? Vad är det för speciellt med honom eller henne?</w:t>
      </w:r>
    </w:p>
    <w:p w:rsidR="00CE354D" w:rsidRDefault="00CE354D">
      <w:pPr>
        <w:rPr>
          <w:sz w:val="24"/>
          <w:szCs w:val="24"/>
        </w:rPr>
      </w:pPr>
    </w:p>
    <w:p w:rsidR="00CE354D" w:rsidRPr="00E67920" w:rsidRDefault="00CE354D">
      <w:pPr>
        <w:rPr>
          <w:sz w:val="24"/>
          <w:szCs w:val="24"/>
        </w:rPr>
      </w:pPr>
      <w:r w:rsidRPr="00E67920">
        <w:rPr>
          <w:sz w:val="24"/>
          <w:szCs w:val="24"/>
        </w:rPr>
        <w:t>Namn ___________________________________</w:t>
      </w:r>
      <w:r>
        <w:rPr>
          <w:sz w:val="24"/>
          <w:szCs w:val="24"/>
        </w:rPr>
        <w:t>_______</w:t>
      </w:r>
    </w:p>
    <w:p w:rsidR="00CE354D" w:rsidRPr="00F47423" w:rsidRDefault="00CE354D" w:rsidP="00F47423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E</w:t>
      </w:r>
      <w:r w:rsidRPr="00F47423">
        <w:rPr>
          <w:rFonts w:ascii="Arial Narrow" w:hAnsi="Arial Narrow"/>
          <w:b/>
          <w:sz w:val="32"/>
          <w:szCs w:val="32"/>
        </w:rPr>
        <w:t>fter första läsningen</w:t>
      </w:r>
      <w:r>
        <w:rPr>
          <w:rFonts w:ascii="Arial Narrow" w:hAnsi="Arial Narrow"/>
          <w:b/>
          <w:sz w:val="32"/>
          <w:szCs w:val="32"/>
        </w:rPr>
        <w:t xml:space="preserve"> – sidorna ___________</w:t>
      </w:r>
    </w:p>
    <w:p w:rsidR="00CE354D" w:rsidRPr="005A7522" w:rsidRDefault="00CE354D" w:rsidP="005A7522">
      <w:pPr>
        <w:pStyle w:val="ListParagraph"/>
        <w:numPr>
          <w:ilvl w:val="0"/>
          <w:numId w:val="6"/>
        </w:numPr>
        <w:rPr>
          <w:rFonts w:ascii="Arial Narrow" w:hAnsi="Arial Narrow"/>
          <w:b/>
          <w:sz w:val="24"/>
          <w:szCs w:val="24"/>
        </w:rPr>
      </w:pPr>
      <w:r w:rsidRPr="005A7522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:rsidR="00CE354D" w:rsidRPr="00F47423" w:rsidRDefault="00CE354D" w:rsidP="00F47423">
      <w:pPr>
        <w:pStyle w:val="ListParagraph"/>
        <w:rPr>
          <w:rFonts w:ascii="Arial Narrow" w:hAnsi="Arial Narrow"/>
          <w:sz w:val="24"/>
          <w:szCs w:val="24"/>
        </w:rPr>
      </w:pPr>
    </w:p>
    <w:p w:rsidR="00CE354D" w:rsidRPr="00F47423" w:rsidRDefault="00CE354D" w:rsidP="005A7522">
      <w:pPr>
        <w:pStyle w:val="ListParagraph"/>
        <w:numPr>
          <w:ilvl w:val="0"/>
          <w:numId w:val="6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Fundera på:</w:t>
      </w:r>
    </w:p>
    <w:p w:rsidR="00CE354D" w:rsidRPr="00F47423" w:rsidRDefault="00CE354D" w:rsidP="00F47423">
      <w:pPr>
        <w:pStyle w:val="ListParagraph"/>
        <w:rPr>
          <w:rFonts w:ascii="Arial Narrow" w:hAnsi="Arial Narrow"/>
          <w:sz w:val="24"/>
          <w:szCs w:val="24"/>
        </w:rPr>
      </w:pPr>
    </w:p>
    <w:p w:rsidR="00CE354D" w:rsidRPr="005A7522" w:rsidRDefault="00CE354D" w:rsidP="005A752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A7522">
        <w:rPr>
          <w:sz w:val="24"/>
          <w:szCs w:val="24"/>
        </w:rPr>
        <w:t>Vad tycker du om författarens språk? Tycker du att det är lättläst eller svårläst?</w:t>
      </w:r>
    </w:p>
    <w:p w:rsidR="00CE354D" w:rsidRPr="005A7522" w:rsidRDefault="00CE354D" w:rsidP="005A752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A7522">
        <w:rPr>
          <w:sz w:val="24"/>
          <w:szCs w:val="24"/>
        </w:rPr>
        <w:t>Vem är berättaren i boken? Är berättaren med i berättelsen?</w:t>
      </w:r>
    </w:p>
    <w:p w:rsidR="00CE354D" w:rsidRPr="00F47423" w:rsidRDefault="00CE354D" w:rsidP="005A752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47423">
        <w:rPr>
          <w:sz w:val="24"/>
          <w:szCs w:val="24"/>
        </w:rPr>
        <w:t>Vad heter huvudpersonerna? Hur ser de ut? Hur gamla är de? Vad har de för egenskaper?</w:t>
      </w:r>
    </w:p>
    <w:p w:rsidR="00CE354D" w:rsidRPr="00F47423" w:rsidRDefault="00CE354D" w:rsidP="00F47423">
      <w:pPr>
        <w:pStyle w:val="ListParagraph"/>
        <w:ind w:left="360"/>
        <w:rPr>
          <w:rFonts w:ascii="Arial Narrow" w:hAnsi="Arial Narrow"/>
          <w:sz w:val="24"/>
          <w:szCs w:val="24"/>
        </w:rPr>
      </w:pPr>
    </w:p>
    <w:p w:rsidR="00CE354D" w:rsidRPr="005A7522" w:rsidRDefault="00CE354D" w:rsidP="005A7522">
      <w:pPr>
        <w:pStyle w:val="ListParagraph"/>
        <w:numPr>
          <w:ilvl w:val="0"/>
          <w:numId w:val="6"/>
        </w:numPr>
        <w:rPr>
          <w:rFonts w:ascii="Arial Narrow" w:hAnsi="Arial Narrow"/>
          <w:b/>
          <w:sz w:val="24"/>
          <w:szCs w:val="24"/>
        </w:rPr>
      </w:pPr>
      <w:r w:rsidRPr="005A7522">
        <w:rPr>
          <w:rFonts w:ascii="Arial Narrow" w:hAnsi="Arial Narrow"/>
          <w:b/>
          <w:sz w:val="24"/>
          <w:szCs w:val="24"/>
        </w:rPr>
        <w:t>Välj en av följande frågor:</w:t>
      </w:r>
    </w:p>
    <w:p w:rsidR="00CE354D" w:rsidRPr="00F47423" w:rsidRDefault="00CE354D" w:rsidP="00F47423">
      <w:pPr>
        <w:pStyle w:val="ListParagraph"/>
        <w:ind w:left="360"/>
        <w:rPr>
          <w:rFonts w:ascii="Arial Narrow" w:hAnsi="Arial Narrow"/>
          <w:sz w:val="24"/>
          <w:szCs w:val="24"/>
        </w:rPr>
      </w:pPr>
    </w:p>
    <w:p w:rsidR="00CE354D" w:rsidRPr="005A7522" w:rsidRDefault="00CE354D" w:rsidP="005A7522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5A7522">
        <w:rPr>
          <w:sz w:val="24"/>
          <w:szCs w:val="24"/>
        </w:rPr>
        <w:t>Välj ut två personer i boken och beskriv deras utseende så utförligt som möjligt! Tänk dig sedan att du är en person i en bok. Hur skulle du beskriva ditt eget utseende?</w:t>
      </w:r>
    </w:p>
    <w:p w:rsidR="00CE354D" w:rsidRPr="00F47423" w:rsidRDefault="00CE354D" w:rsidP="005A7522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F47423">
        <w:rPr>
          <w:sz w:val="24"/>
          <w:szCs w:val="24"/>
        </w:rPr>
        <w:t>Om du fick vara en utav huvudpersonerna i boken, vem skulle du då vilja vara? Varför skulle du vilja vara just den personen? Vad är det för speciellt med honom eller henne?</w:t>
      </w:r>
    </w:p>
    <w:p w:rsidR="00CE354D" w:rsidRDefault="00CE354D">
      <w:pPr>
        <w:rPr>
          <w:sz w:val="24"/>
          <w:szCs w:val="24"/>
        </w:rPr>
      </w:pPr>
    </w:p>
    <w:p w:rsidR="00CE354D" w:rsidRPr="00E67920" w:rsidRDefault="00CE354D">
      <w:pPr>
        <w:rPr>
          <w:sz w:val="24"/>
          <w:szCs w:val="24"/>
        </w:rPr>
      </w:pPr>
      <w:r w:rsidRPr="00E67920">
        <w:rPr>
          <w:sz w:val="24"/>
          <w:szCs w:val="24"/>
        </w:rPr>
        <w:t>Namn ___________________________________</w:t>
      </w:r>
      <w:r>
        <w:rPr>
          <w:sz w:val="24"/>
          <w:szCs w:val="24"/>
        </w:rPr>
        <w:t>_______</w:t>
      </w:r>
    </w:p>
    <w:sectPr w:rsidR="00CE354D" w:rsidRPr="00E67920" w:rsidSect="00E67920">
      <w:pgSz w:w="16838" w:h="11906" w:orient="landscape"/>
      <w:pgMar w:top="1258" w:right="1418" w:bottom="1701" w:left="1418" w:header="709" w:footer="709" w:gutter="0"/>
      <w:cols w:num="2" w:space="266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46CA"/>
    <w:multiLevelType w:val="hybridMultilevel"/>
    <w:tmpl w:val="F59AC17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79E3EB1"/>
    <w:multiLevelType w:val="hybridMultilevel"/>
    <w:tmpl w:val="473ADD1C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ED1E49"/>
    <w:multiLevelType w:val="hybridMultilevel"/>
    <w:tmpl w:val="3F527E3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2C2501D"/>
    <w:multiLevelType w:val="hybridMultilevel"/>
    <w:tmpl w:val="67D84088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E30503F"/>
    <w:multiLevelType w:val="hybridMultilevel"/>
    <w:tmpl w:val="3A3EA99A"/>
    <w:lvl w:ilvl="0" w:tplc="EF3444D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6011EA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679E711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8F72300"/>
    <w:multiLevelType w:val="hybridMultilevel"/>
    <w:tmpl w:val="ABA68362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F3518E9"/>
    <w:multiLevelType w:val="hybridMultilevel"/>
    <w:tmpl w:val="BF6638A8"/>
    <w:lvl w:ilvl="0" w:tplc="DA8E0AA8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02E"/>
    <w:rsid w:val="00066881"/>
    <w:rsid w:val="0028302E"/>
    <w:rsid w:val="005A7522"/>
    <w:rsid w:val="008A4F87"/>
    <w:rsid w:val="009062E8"/>
    <w:rsid w:val="00BF7EFD"/>
    <w:rsid w:val="00CE354D"/>
    <w:rsid w:val="00E67920"/>
    <w:rsid w:val="00F4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30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243</Words>
  <Characters>1293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Efter första läsningen – sidorna ___________</dc:title>
  <dc:subject/>
  <dc:creator>Rebecca Borg</dc:creator>
  <cp:keywords/>
  <dc:description/>
  <cp:lastModifiedBy>Växjö Kommun</cp:lastModifiedBy>
  <cp:revision>3</cp:revision>
  <dcterms:created xsi:type="dcterms:W3CDTF">2010-09-14T05:44:00Z</dcterms:created>
  <dcterms:modified xsi:type="dcterms:W3CDTF">2010-09-14T05:46:00Z</dcterms:modified>
</cp:coreProperties>
</file>